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7475FA" w14:textId="77777777" w:rsidR="00207794" w:rsidRDefault="00996C45" w:rsidP="00692496">
      <w:pPr>
        <w:pStyle w:val="Title"/>
        <w:spacing w:after="0" w:line="240" w:lineRule="auto"/>
      </w:pPr>
      <w:permStart w:id="1068845162" w:edGrp="everyone"/>
      <w:r w:rsidRPr="00CC6C6A">
        <w:t>Title of the Thesis/Project</w:t>
      </w:r>
    </w:p>
    <w:p w14:paraId="12DEDCAD" w14:textId="77777777" w:rsidR="00692496" w:rsidRDefault="00207794" w:rsidP="00771056">
      <w:pPr>
        <w:pStyle w:val="Title"/>
        <w:spacing w:after="0" w:line="240" w:lineRule="auto"/>
      </w:pPr>
      <w:r>
        <w:t>(Time New Roman; Bold; Size 16)</w:t>
      </w:r>
      <w:permEnd w:id="1068845162"/>
    </w:p>
    <w:p w14:paraId="0AC49F0F" w14:textId="77777777" w:rsidR="00692496" w:rsidRDefault="00692496" w:rsidP="00692496"/>
    <w:p w14:paraId="3416BD7E" w14:textId="77777777" w:rsidR="00692496" w:rsidRPr="00692496" w:rsidRDefault="00692496" w:rsidP="00692496"/>
    <w:tbl>
      <w:tblPr>
        <w:tblStyle w:val="TableGrid"/>
        <w:tblpPr w:leftFromText="187" w:rightFromText="187" w:vertAnchor="page" w:tblpXSpec="center" w:tblpY="3673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221"/>
      </w:tblGrid>
      <w:tr w:rsidR="007A48FC" w:rsidRPr="007A48FC" w14:paraId="5E9423E9" w14:textId="77777777" w:rsidTr="007A48FC">
        <w:tc>
          <w:tcPr>
            <w:tcW w:w="8437" w:type="dxa"/>
          </w:tcPr>
          <w:p w14:paraId="677069B5" w14:textId="77777777" w:rsidR="007A48FC" w:rsidRPr="007A48FC" w:rsidRDefault="007A48FC" w:rsidP="007A48FC">
            <w:pPr>
              <w:jc w:val="center"/>
            </w:pPr>
            <w:r w:rsidRPr="007A48FC">
              <w:t>by</w:t>
            </w:r>
          </w:p>
        </w:tc>
      </w:tr>
      <w:tr w:rsidR="007A48FC" w:rsidRPr="007A48FC" w14:paraId="53A62874" w14:textId="77777777" w:rsidTr="007A48FC">
        <w:tc>
          <w:tcPr>
            <w:tcW w:w="8437" w:type="dxa"/>
          </w:tcPr>
          <w:p w14:paraId="743295B5" w14:textId="77777777" w:rsidR="007A48FC" w:rsidRPr="007A48FC" w:rsidRDefault="007A48FC" w:rsidP="007A48FC">
            <w:pPr>
              <w:jc w:val="center"/>
            </w:pPr>
          </w:p>
        </w:tc>
      </w:tr>
      <w:tr w:rsidR="007A48FC" w:rsidRPr="007A48FC" w14:paraId="252C2BFE" w14:textId="77777777" w:rsidTr="007A48FC">
        <w:tc>
          <w:tcPr>
            <w:tcW w:w="8437" w:type="dxa"/>
          </w:tcPr>
          <w:p w14:paraId="286AD2F8" w14:textId="77777777" w:rsidR="007A48FC" w:rsidRPr="007A48FC" w:rsidRDefault="007A48FC" w:rsidP="007A48FC">
            <w:pPr>
              <w:jc w:val="center"/>
            </w:pPr>
            <w:permStart w:id="495408113" w:edGrp="everyone"/>
            <w:r w:rsidRPr="007A48FC">
              <w:t>Name of the Student</w:t>
            </w:r>
            <w:permEnd w:id="495408113"/>
          </w:p>
        </w:tc>
      </w:tr>
      <w:tr w:rsidR="007A48FC" w:rsidRPr="007A48FC" w14:paraId="68DED00E" w14:textId="77777777" w:rsidTr="007A48FC">
        <w:tc>
          <w:tcPr>
            <w:tcW w:w="8437" w:type="dxa"/>
          </w:tcPr>
          <w:p w14:paraId="2AA07615" w14:textId="77777777" w:rsidR="007A48FC" w:rsidRPr="007A48FC" w:rsidRDefault="007A48FC" w:rsidP="007A48FC">
            <w:pPr>
              <w:jc w:val="center"/>
            </w:pPr>
            <w:r w:rsidRPr="007A48FC">
              <w:t>(Exam Roll</w:t>
            </w:r>
            <w:r w:rsidR="004108A9">
              <w:t xml:space="preserve"> </w:t>
            </w:r>
            <w:r w:rsidRPr="007A48FC">
              <w:t>:</w:t>
            </w:r>
            <w:permStart w:id="2090601098" w:edGrp="everyone"/>
            <w:r w:rsidRPr="007A48FC">
              <w:t>XXXX</w:t>
            </w:r>
            <w:permEnd w:id="2090601098"/>
            <w:r w:rsidRPr="007A48FC">
              <w:t>)</w:t>
            </w:r>
          </w:p>
        </w:tc>
      </w:tr>
    </w:tbl>
    <w:p w14:paraId="46E08D6A" w14:textId="77777777" w:rsidR="002459D3" w:rsidRDefault="002459D3" w:rsidP="00996C45">
      <w:pPr>
        <w:jc w:val="center"/>
      </w:pPr>
    </w:p>
    <w:p w14:paraId="2F9DFDAA" w14:textId="77777777" w:rsidR="00692496" w:rsidRDefault="00692496" w:rsidP="00996C45">
      <w:pPr>
        <w:jc w:val="center"/>
      </w:pPr>
    </w:p>
    <w:p w14:paraId="5B193AA6" w14:textId="77777777" w:rsidR="00692496" w:rsidRDefault="00692496" w:rsidP="00996C45">
      <w:pPr>
        <w:jc w:val="center"/>
      </w:pPr>
    </w:p>
    <w:p w14:paraId="71EBCE9D" w14:textId="77777777" w:rsidR="002827AF" w:rsidRDefault="002827AF" w:rsidP="00996C45">
      <w:pPr>
        <w:jc w:val="center"/>
      </w:pPr>
    </w:p>
    <w:tbl>
      <w:tblPr>
        <w:tblStyle w:val="TableGrid"/>
        <w:tblpPr w:leftFromText="187" w:rightFromText="187" w:vertAnchor="page" w:tblpXSpec="center" w:tblpY="6985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221"/>
      </w:tblGrid>
      <w:tr w:rsidR="007A48FC" w:rsidRPr="007A48FC" w14:paraId="1D5DCD65" w14:textId="77777777" w:rsidTr="007A48FC">
        <w:tc>
          <w:tcPr>
            <w:tcW w:w="8437" w:type="dxa"/>
          </w:tcPr>
          <w:p w14:paraId="7E6254D8" w14:textId="77777777" w:rsidR="007A48FC" w:rsidRPr="007A48FC" w:rsidRDefault="007A48FC" w:rsidP="007A48FC">
            <w:pPr>
              <w:jc w:val="center"/>
            </w:pPr>
            <w:r w:rsidRPr="007A48FC">
              <w:t xml:space="preserve">A project report submitted to the Institute of Information Technology </w:t>
            </w:r>
          </w:p>
        </w:tc>
      </w:tr>
      <w:tr w:rsidR="007A48FC" w:rsidRPr="007A48FC" w14:paraId="591DE8D8" w14:textId="77777777" w:rsidTr="007A48FC">
        <w:tc>
          <w:tcPr>
            <w:tcW w:w="8437" w:type="dxa"/>
          </w:tcPr>
          <w:p w14:paraId="329D56F6" w14:textId="77777777" w:rsidR="007A48FC" w:rsidRPr="007A48FC" w:rsidRDefault="007A48FC" w:rsidP="007A48FC">
            <w:pPr>
              <w:jc w:val="center"/>
            </w:pPr>
            <w:r w:rsidRPr="007A48FC">
              <w:t xml:space="preserve">in partial fulfilment of the requirements for the degree of </w:t>
            </w:r>
          </w:p>
        </w:tc>
      </w:tr>
      <w:tr w:rsidR="007A48FC" w:rsidRPr="007A48FC" w14:paraId="548AF487" w14:textId="77777777" w:rsidTr="007A48FC">
        <w:tc>
          <w:tcPr>
            <w:tcW w:w="8437" w:type="dxa"/>
          </w:tcPr>
          <w:p w14:paraId="6B7A7943" w14:textId="318C4D08" w:rsidR="007A48FC" w:rsidRPr="007A48FC" w:rsidRDefault="007A48FC" w:rsidP="007A48FC">
            <w:pPr>
              <w:jc w:val="center"/>
            </w:pPr>
            <w:r w:rsidRPr="007A48FC">
              <w:t>P</w:t>
            </w:r>
            <w:r w:rsidR="001A2777">
              <w:t>ost Graduate Diploma</w:t>
            </w:r>
            <w:r w:rsidRPr="007A48FC">
              <w:t xml:space="preserve"> in Information Technology</w:t>
            </w:r>
          </w:p>
        </w:tc>
      </w:tr>
    </w:tbl>
    <w:p w14:paraId="71D3BC2D" w14:textId="77777777" w:rsidR="007E3A0B" w:rsidRDefault="007E3A0B" w:rsidP="00996C45">
      <w:pPr>
        <w:jc w:val="center"/>
      </w:pPr>
    </w:p>
    <w:p w14:paraId="62E70215" w14:textId="77777777" w:rsidR="00E970FF" w:rsidRDefault="00E970FF" w:rsidP="00996C45">
      <w:pPr>
        <w:jc w:val="center"/>
      </w:pPr>
    </w:p>
    <w:tbl>
      <w:tblPr>
        <w:tblStyle w:val="TableGrid"/>
        <w:tblpPr w:leftFromText="187" w:rightFromText="187" w:vertAnchor="page" w:tblpXSpec="center" w:tblpY="9059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221"/>
      </w:tblGrid>
      <w:tr w:rsidR="007A48FC" w:rsidRPr="007A48FC" w14:paraId="0329F0AE" w14:textId="77777777" w:rsidTr="007A48FC">
        <w:tc>
          <w:tcPr>
            <w:tcW w:w="8437" w:type="dxa"/>
          </w:tcPr>
          <w:p w14:paraId="5347C3A8" w14:textId="77777777" w:rsidR="007A48FC" w:rsidRPr="007A48FC" w:rsidRDefault="007A48FC" w:rsidP="007A48FC">
            <w:pPr>
              <w:jc w:val="center"/>
            </w:pPr>
            <w:r w:rsidRPr="007A48FC">
              <w:t xml:space="preserve">Supervisor: </w:t>
            </w:r>
          </w:p>
        </w:tc>
      </w:tr>
      <w:tr w:rsidR="007A48FC" w:rsidRPr="007A48FC" w14:paraId="3DEC3686" w14:textId="77777777" w:rsidTr="007A48FC">
        <w:tc>
          <w:tcPr>
            <w:tcW w:w="8437" w:type="dxa"/>
          </w:tcPr>
          <w:p w14:paraId="7B030538" w14:textId="77777777" w:rsidR="007A48FC" w:rsidRPr="007A48FC" w:rsidRDefault="007A48FC" w:rsidP="007A48FC">
            <w:pPr>
              <w:jc w:val="center"/>
            </w:pPr>
            <w:permStart w:id="868897254" w:edGrp="everyone"/>
            <w:r w:rsidRPr="007A48FC">
              <w:t>Write the Name of your supervisor</w:t>
            </w:r>
            <w:permEnd w:id="868897254"/>
          </w:p>
        </w:tc>
      </w:tr>
      <w:tr w:rsidR="007A48FC" w:rsidRPr="007A48FC" w14:paraId="244FAC8B" w14:textId="77777777" w:rsidTr="007A48FC">
        <w:tc>
          <w:tcPr>
            <w:tcW w:w="8437" w:type="dxa"/>
          </w:tcPr>
          <w:p w14:paraId="29F482EE" w14:textId="77777777" w:rsidR="007A48FC" w:rsidRPr="007A48FC" w:rsidRDefault="007A48FC" w:rsidP="007A48FC">
            <w:pPr>
              <w:jc w:val="center"/>
            </w:pPr>
          </w:p>
        </w:tc>
      </w:tr>
    </w:tbl>
    <w:p w14:paraId="1F9B204C" w14:textId="77777777" w:rsidR="002459D3" w:rsidRDefault="002459D3" w:rsidP="00996C45">
      <w:pPr>
        <w:jc w:val="center"/>
      </w:pPr>
    </w:p>
    <w:tbl>
      <w:tblPr>
        <w:tblStyle w:val="TableGrid"/>
        <w:tblpPr w:leftFromText="187" w:rightFromText="187" w:vertAnchor="page" w:tblpXSpec="center" w:tblpY="11132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221"/>
      </w:tblGrid>
      <w:tr w:rsidR="00DD66BC" w:rsidRPr="00DD66BC" w14:paraId="4038DB0C" w14:textId="77777777" w:rsidTr="00DD66BC">
        <w:tc>
          <w:tcPr>
            <w:tcW w:w="8437" w:type="dxa"/>
          </w:tcPr>
          <w:p w14:paraId="1D32C83F" w14:textId="77777777" w:rsidR="00DD66BC" w:rsidRPr="00DD66BC" w:rsidRDefault="00DD66BC" w:rsidP="00DD66BC">
            <w:pPr>
              <w:jc w:val="center"/>
            </w:pPr>
            <w:r w:rsidRPr="00DD66BC">
              <w:rPr>
                <w:noProof/>
              </w:rPr>
              <w:drawing>
                <wp:inline distT="0" distB="0" distL="0" distR="0" wp14:anchorId="4E7BD613" wp14:editId="7FD069FF">
                  <wp:extent cx="841139" cy="990472"/>
                  <wp:effectExtent l="0" t="0" r="0" b="63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ju_logo_original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7467" cy="10214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D66BC" w:rsidRPr="00DD66BC" w14:paraId="6999BD76" w14:textId="77777777" w:rsidTr="00DD66BC">
        <w:tc>
          <w:tcPr>
            <w:tcW w:w="8437" w:type="dxa"/>
          </w:tcPr>
          <w:p w14:paraId="6038441C" w14:textId="77777777" w:rsidR="00DD66BC" w:rsidRPr="00DD66BC" w:rsidRDefault="00DD66BC" w:rsidP="00DD66BC">
            <w:pPr>
              <w:jc w:val="center"/>
            </w:pPr>
          </w:p>
        </w:tc>
      </w:tr>
      <w:tr w:rsidR="00DD66BC" w:rsidRPr="00DD66BC" w14:paraId="6E3175F2" w14:textId="77777777" w:rsidTr="00DD66BC">
        <w:tc>
          <w:tcPr>
            <w:tcW w:w="8437" w:type="dxa"/>
          </w:tcPr>
          <w:p w14:paraId="4A064929" w14:textId="77777777" w:rsidR="00DD66BC" w:rsidRPr="00DD66BC" w:rsidRDefault="00DD66BC" w:rsidP="00DD66BC">
            <w:pPr>
              <w:jc w:val="center"/>
            </w:pPr>
            <w:r w:rsidRPr="00DD66BC">
              <w:t>Institute of Information Technology</w:t>
            </w:r>
          </w:p>
        </w:tc>
      </w:tr>
      <w:tr w:rsidR="00DD66BC" w:rsidRPr="00DD66BC" w14:paraId="1B9EABC1" w14:textId="77777777" w:rsidTr="00DD66BC">
        <w:tc>
          <w:tcPr>
            <w:tcW w:w="8437" w:type="dxa"/>
          </w:tcPr>
          <w:p w14:paraId="7A86ACC3" w14:textId="77777777" w:rsidR="00DD66BC" w:rsidRPr="00DD66BC" w:rsidRDefault="00DD66BC" w:rsidP="00DD66BC">
            <w:pPr>
              <w:jc w:val="center"/>
            </w:pPr>
            <w:r w:rsidRPr="00DD66BC">
              <w:t>Jahangirnagar University</w:t>
            </w:r>
          </w:p>
        </w:tc>
      </w:tr>
      <w:tr w:rsidR="00DD66BC" w:rsidRPr="00DD66BC" w14:paraId="113666F1" w14:textId="77777777" w:rsidTr="00DD66BC">
        <w:tc>
          <w:tcPr>
            <w:tcW w:w="8437" w:type="dxa"/>
          </w:tcPr>
          <w:p w14:paraId="312FC8C8" w14:textId="77777777" w:rsidR="00DD66BC" w:rsidRPr="00DD66BC" w:rsidRDefault="00DD66BC" w:rsidP="00DD66BC">
            <w:pPr>
              <w:jc w:val="center"/>
            </w:pPr>
            <w:r w:rsidRPr="00DD66BC">
              <w:t>Savar, Dhaka-1342</w:t>
            </w:r>
          </w:p>
        </w:tc>
      </w:tr>
      <w:tr w:rsidR="00DD66BC" w14:paraId="04018821" w14:textId="77777777" w:rsidTr="00DD66BC">
        <w:tc>
          <w:tcPr>
            <w:tcW w:w="8437" w:type="dxa"/>
          </w:tcPr>
          <w:p w14:paraId="6F17ED8F" w14:textId="77777777" w:rsidR="00DD66BC" w:rsidRDefault="00DD66BC" w:rsidP="00DD66BC">
            <w:pPr>
              <w:jc w:val="center"/>
            </w:pPr>
            <w:permStart w:id="1489240796" w:edGrp="everyone"/>
            <w:r w:rsidRPr="00DD66BC">
              <w:t>Month, Year</w:t>
            </w:r>
            <w:permEnd w:id="1489240796"/>
          </w:p>
        </w:tc>
      </w:tr>
    </w:tbl>
    <w:p w14:paraId="49D01329" w14:textId="77777777" w:rsidR="008A1265" w:rsidRDefault="008A1265" w:rsidP="00DC3BEB">
      <w:pPr>
        <w:pStyle w:val="Title"/>
      </w:pPr>
    </w:p>
    <w:sectPr w:rsidR="008A1265" w:rsidSect="008A1265">
      <w:headerReference w:type="default" r:id="rId9"/>
      <w:footerReference w:type="default" r:id="rId10"/>
      <w:headerReference w:type="first" r:id="rId11"/>
      <w:footerReference w:type="first" r:id="rId12"/>
      <w:pgSz w:w="11907" w:h="16839" w:code="9"/>
      <w:pgMar w:top="1701" w:right="1418" w:bottom="1701" w:left="2268" w:header="1417" w:footer="720" w:gutter="0"/>
      <w:pgNumType w:fmt="lowerRoman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7574CE" w14:textId="77777777" w:rsidR="004C33D0" w:rsidRDefault="004C33D0" w:rsidP="00920EAB">
      <w:pPr>
        <w:spacing w:line="240" w:lineRule="auto"/>
      </w:pPr>
      <w:r>
        <w:separator/>
      </w:r>
    </w:p>
  </w:endnote>
  <w:endnote w:type="continuationSeparator" w:id="0">
    <w:p w14:paraId="47DF1C70" w14:textId="77777777" w:rsidR="004C33D0" w:rsidRDefault="004C33D0" w:rsidP="00920EA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EA80D9" w14:textId="77777777" w:rsidR="00D67884" w:rsidRDefault="00960BDF">
    <w:pPr>
      <w:pStyle w:val="Footer"/>
      <w:jc w:val="center"/>
    </w:pPr>
    <w:r>
      <w:fldChar w:fldCharType="begin"/>
    </w:r>
    <w:r w:rsidR="00D67884">
      <w:instrText xml:space="preserve"> PAGE   \* MERGEFORMAT </w:instrText>
    </w:r>
    <w:r>
      <w:fldChar w:fldCharType="separate"/>
    </w:r>
    <w:r w:rsidR="00513610">
      <w:rPr>
        <w:noProof/>
      </w:rPr>
      <w:t>ii</w:t>
    </w:r>
    <w:r>
      <w:rPr>
        <w:noProof/>
      </w:rPr>
      <w:fldChar w:fldCharType="end"/>
    </w:r>
  </w:p>
  <w:p w14:paraId="545DBDB4" w14:textId="77777777" w:rsidR="00FD638E" w:rsidRDefault="00FD638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EE6B67" w14:textId="77777777" w:rsidR="00D67884" w:rsidRDefault="00D67884">
    <w:pPr>
      <w:pStyle w:val="Footer"/>
      <w:jc w:val="center"/>
    </w:pPr>
  </w:p>
  <w:p w14:paraId="619B4314" w14:textId="77777777" w:rsidR="00FD638E" w:rsidRDefault="00FD638E" w:rsidP="00FD638E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D208CB" w14:textId="77777777" w:rsidR="004C33D0" w:rsidRDefault="004C33D0" w:rsidP="00920EAB">
      <w:pPr>
        <w:spacing w:line="240" w:lineRule="auto"/>
      </w:pPr>
      <w:r>
        <w:separator/>
      </w:r>
    </w:p>
  </w:footnote>
  <w:footnote w:type="continuationSeparator" w:id="0">
    <w:p w14:paraId="603461CD" w14:textId="77777777" w:rsidR="004C33D0" w:rsidRDefault="004C33D0" w:rsidP="00920EA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4F0ED0" w14:textId="77777777" w:rsidR="00FD638E" w:rsidRDefault="00FD638E">
    <w:pPr>
      <w:pStyle w:val="Header"/>
      <w:jc w:val="right"/>
    </w:pPr>
  </w:p>
  <w:p w14:paraId="69F84522" w14:textId="77777777" w:rsidR="00FD638E" w:rsidRDefault="00FD638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3B5E07" w14:textId="77777777" w:rsidR="00FD638E" w:rsidRDefault="00FD638E">
    <w:pPr>
      <w:pStyle w:val="Header"/>
      <w:jc w:val="right"/>
    </w:pPr>
  </w:p>
  <w:p w14:paraId="3E931BBE" w14:textId="77777777" w:rsidR="00FD638E" w:rsidRDefault="00FD638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646B04"/>
    <w:multiLevelType w:val="hybridMultilevel"/>
    <w:tmpl w:val="8BA0126C"/>
    <w:lvl w:ilvl="0" w:tplc="AACCFB04">
      <w:start w:val="1"/>
      <w:numFmt w:val="decimal"/>
      <w:lvlText w:val="%1."/>
      <w:lvlJc w:val="right"/>
      <w:pPr>
        <w:ind w:left="567" w:hanging="20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986748"/>
    <w:multiLevelType w:val="hybridMultilevel"/>
    <w:tmpl w:val="0F767798"/>
    <w:lvl w:ilvl="0" w:tplc="AACCFB04">
      <w:start w:val="1"/>
      <w:numFmt w:val="decimal"/>
      <w:lvlText w:val="%1."/>
      <w:lvlJc w:val="right"/>
      <w:pPr>
        <w:ind w:left="567" w:hanging="20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EDE0686"/>
    <w:multiLevelType w:val="multilevel"/>
    <w:tmpl w:val="31FAC4FA"/>
    <w:lvl w:ilvl="0">
      <w:start w:val="1"/>
      <w:numFmt w:val="decimal"/>
      <w:pStyle w:val="Heading1"/>
      <w:suff w:val="nothing"/>
      <w:lvlText w:val="CHAPTER %1"/>
      <w:lvlJc w:val="left"/>
      <w:pPr>
        <w:ind w:left="0" w:firstLine="0"/>
      </w:pPr>
      <w:rPr>
        <w:rFonts w:hint="default"/>
        <w:sz w:val="32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 w15:restartNumberingAfterBreak="0">
    <w:nsid w:val="75C256B1"/>
    <w:multiLevelType w:val="hybridMultilevel"/>
    <w:tmpl w:val="FD6A595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C547FA0"/>
    <w:multiLevelType w:val="hybridMultilevel"/>
    <w:tmpl w:val="0F767798"/>
    <w:lvl w:ilvl="0" w:tplc="AACCFB04">
      <w:start w:val="1"/>
      <w:numFmt w:val="decimal"/>
      <w:lvlText w:val="%1."/>
      <w:lvlJc w:val="right"/>
      <w:pPr>
        <w:ind w:left="567" w:hanging="20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E6A6DB7"/>
    <w:multiLevelType w:val="hybridMultilevel"/>
    <w:tmpl w:val="09F6A5AC"/>
    <w:lvl w:ilvl="0" w:tplc="55DA2484">
      <w:start w:val="1"/>
      <w:numFmt w:val="decimal"/>
      <w:lvlText w:val="CHAPTER 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65743613">
    <w:abstractNumId w:val="5"/>
  </w:num>
  <w:num w:numId="2" w16cid:durableId="2099204022">
    <w:abstractNumId w:val="2"/>
  </w:num>
  <w:num w:numId="3" w16cid:durableId="118320092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5572266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623220252">
    <w:abstractNumId w:val="2"/>
  </w:num>
  <w:num w:numId="6" w16cid:durableId="1589541115">
    <w:abstractNumId w:val="2"/>
  </w:num>
  <w:num w:numId="7" w16cid:durableId="489639601">
    <w:abstractNumId w:val="2"/>
  </w:num>
  <w:num w:numId="8" w16cid:durableId="836269060">
    <w:abstractNumId w:val="2"/>
  </w:num>
  <w:num w:numId="9" w16cid:durableId="37094207">
    <w:abstractNumId w:val="2"/>
  </w:num>
  <w:num w:numId="10" w16cid:durableId="169684336">
    <w:abstractNumId w:val="2"/>
  </w:num>
  <w:num w:numId="11" w16cid:durableId="294649900">
    <w:abstractNumId w:val="2"/>
  </w:num>
  <w:num w:numId="12" w16cid:durableId="492794223">
    <w:abstractNumId w:val="2"/>
  </w:num>
  <w:num w:numId="13" w16cid:durableId="306783860">
    <w:abstractNumId w:val="2"/>
  </w:num>
  <w:num w:numId="14" w16cid:durableId="459342989">
    <w:abstractNumId w:val="4"/>
  </w:num>
  <w:num w:numId="15" w16cid:durableId="1833787947">
    <w:abstractNumId w:val="0"/>
  </w:num>
  <w:num w:numId="16" w16cid:durableId="63995557">
    <w:abstractNumId w:val="1"/>
  </w:num>
  <w:num w:numId="17" w16cid:durableId="136250809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0MzI0NjI2NLa0MLE0tDRS0lEKTi0uzszPAykwqQUA4iOooSwAAAA="/>
  </w:docVars>
  <w:rsids>
    <w:rsidRoot w:val="001A2777"/>
    <w:rsid w:val="0006410B"/>
    <w:rsid w:val="00075DFC"/>
    <w:rsid w:val="000951F4"/>
    <w:rsid w:val="000B09AE"/>
    <w:rsid w:val="000E7F3E"/>
    <w:rsid w:val="00173339"/>
    <w:rsid w:val="001A2777"/>
    <w:rsid w:val="001A6DFD"/>
    <w:rsid w:val="001B2788"/>
    <w:rsid w:val="001C58BE"/>
    <w:rsid w:val="00207794"/>
    <w:rsid w:val="002459D3"/>
    <w:rsid w:val="0026291E"/>
    <w:rsid w:val="002827AF"/>
    <w:rsid w:val="00295461"/>
    <w:rsid w:val="002B1290"/>
    <w:rsid w:val="002C3A9D"/>
    <w:rsid w:val="002D7CB2"/>
    <w:rsid w:val="002E1131"/>
    <w:rsid w:val="0038052C"/>
    <w:rsid w:val="003938CB"/>
    <w:rsid w:val="003D6B9F"/>
    <w:rsid w:val="004108A9"/>
    <w:rsid w:val="004575B0"/>
    <w:rsid w:val="004A5A8A"/>
    <w:rsid w:val="004C33D0"/>
    <w:rsid w:val="00502907"/>
    <w:rsid w:val="00513610"/>
    <w:rsid w:val="005435A9"/>
    <w:rsid w:val="005454D3"/>
    <w:rsid w:val="00560CB3"/>
    <w:rsid w:val="0057239C"/>
    <w:rsid w:val="005D0162"/>
    <w:rsid w:val="005D7824"/>
    <w:rsid w:val="005E63DD"/>
    <w:rsid w:val="00692496"/>
    <w:rsid w:val="006A5F15"/>
    <w:rsid w:val="006C6CE1"/>
    <w:rsid w:val="0073214A"/>
    <w:rsid w:val="00735697"/>
    <w:rsid w:val="00767C80"/>
    <w:rsid w:val="00771056"/>
    <w:rsid w:val="007720D7"/>
    <w:rsid w:val="00783F48"/>
    <w:rsid w:val="007A48FC"/>
    <w:rsid w:val="007C1314"/>
    <w:rsid w:val="007D3316"/>
    <w:rsid w:val="007E3A0B"/>
    <w:rsid w:val="007E5660"/>
    <w:rsid w:val="008433C1"/>
    <w:rsid w:val="008A1265"/>
    <w:rsid w:val="008B39AF"/>
    <w:rsid w:val="008F1C5E"/>
    <w:rsid w:val="00915A0D"/>
    <w:rsid w:val="00920EAB"/>
    <w:rsid w:val="00960BDF"/>
    <w:rsid w:val="0096405C"/>
    <w:rsid w:val="00972D3E"/>
    <w:rsid w:val="0097412F"/>
    <w:rsid w:val="00996C45"/>
    <w:rsid w:val="009A0CD0"/>
    <w:rsid w:val="009A4587"/>
    <w:rsid w:val="009C7A75"/>
    <w:rsid w:val="009E59B3"/>
    <w:rsid w:val="00A1017F"/>
    <w:rsid w:val="00A73BC6"/>
    <w:rsid w:val="00A74A0B"/>
    <w:rsid w:val="00B078BB"/>
    <w:rsid w:val="00B11866"/>
    <w:rsid w:val="00B23E65"/>
    <w:rsid w:val="00B5132C"/>
    <w:rsid w:val="00B5795C"/>
    <w:rsid w:val="00BB3B82"/>
    <w:rsid w:val="00BE2ED1"/>
    <w:rsid w:val="00BF66B2"/>
    <w:rsid w:val="00C00F23"/>
    <w:rsid w:val="00C3113C"/>
    <w:rsid w:val="00C97023"/>
    <w:rsid w:val="00CC6C6A"/>
    <w:rsid w:val="00D157AE"/>
    <w:rsid w:val="00D36740"/>
    <w:rsid w:val="00D66B83"/>
    <w:rsid w:val="00D67884"/>
    <w:rsid w:val="00D71431"/>
    <w:rsid w:val="00D84E3D"/>
    <w:rsid w:val="00D860CA"/>
    <w:rsid w:val="00D93A6C"/>
    <w:rsid w:val="00DC3BEB"/>
    <w:rsid w:val="00DD3573"/>
    <w:rsid w:val="00DD66BC"/>
    <w:rsid w:val="00DD67EB"/>
    <w:rsid w:val="00DE3BE8"/>
    <w:rsid w:val="00E139E3"/>
    <w:rsid w:val="00E42BF3"/>
    <w:rsid w:val="00E970FF"/>
    <w:rsid w:val="00EE2508"/>
    <w:rsid w:val="00EE42D2"/>
    <w:rsid w:val="00EF31B5"/>
    <w:rsid w:val="00F04744"/>
    <w:rsid w:val="00F20B80"/>
    <w:rsid w:val="00F21DFF"/>
    <w:rsid w:val="00F47C1E"/>
    <w:rsid w:val="00F90B7D"/>
    <w:rsid w:val="00F93EAA"/>
    <w:rsid w:val="00FC7547"/>
    <w:rsid w:val="00FD638E"/>
    <w:rsid w:val="00FD76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b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EAC38E2"/>
  <w15:docId w15:val="{129AA7AD-10A0-446B-A8D7-BCACF42BA6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720D7"/>
    <w:pPr>
      <w:spacing w:line="360" w:lineRule="auto"/>
      <w:jc w:val="both"/>
    </w:pPr>
    <w:rPr>
      <w:sz w:val="24"/>
    </w:rPr>
  </w:style>
  <w:style w:type="paragraph" w:styleId="Heading1">
    <w:name w:val="heading 1"/>
    <w:basedOn w:val="Normal"/>
    <w:next w:val="Normal"/>
    <w:link w:val="Heading1Char"/>
    <w:qFormat/>
    <w:rsid w:val="007720D7"/>
    <w:pPr>
      <w:keepNext/>
      <w:numPr>
        <w:numId w:val="13"/>
      </w:numPr>
      <w:jc w:val="center"/>
      <w:outlineLvl w:val="0"/>
    </w:pPr>
    <w:rPr>
      <w:b/>
      <w:sz w:val="40"/>
    </w:rPr>
  </w:style>
  <w:style w:type="paragraph" w:styleId="Heading2">
    <w:name w:val="heading 2"/>
    <w:basedOn w:val="Normal"/>
    <w:next w:val="Normal"/>
    <w:link w:val="Heading2Char"/>
    <w:qFormat/>
    <w:rsid w:val="007720D7"/>
    <w:pPr>
      <w:keepNext/>
      <w:numPr>
        <w:ilvl w:val="1"/>
        <w:numId w:val="13"/>
      </w:numPr>
      <w:jc w:val="left"/>
      <w:outlineLvl w:val="1"/>
    </w:pPr>
    <w:rPr>
      <w:b/>
      <w:sz w:val="36"/>
    </w:rPr>
  </w:style>
  <w:style w:type="paragraph" w:styleId="Heading3">
    <w:name w:val="heading 3"/>
    <w:basedOn w:val="Normal"/>
    <w:next w:val="Normal"/>
    <w:link w:val="Heading3Char"/>
    <w:qFormat/>
    <w:rsid w:val="007720D7"/>
    <w:pPr>
      <w:keepNext/>
      <w:numPr>
        <w:ilvl w:val="2"/>
        <w:numId w:val="13"/>
      </w:numPr>
      <w:jc w:val="left"/>
      <w:outlineLvl w:val="2"/>
    </w:pPr>
    <w:rPr>
      <w:b/>
      <w:sz w:val="32"/>
    </w:rPr>
  </w:style>
  <w:style w:type="paragraph" w:styleId="Heading4">
    <w:name w:val="heading 4"/>
    <w:basedOn w:val="Normal"/>
    <w:next w:val="Normal"/>
    <w:link w:val="Heading4Char"/>
    <w:qFormat/>
    <w:rsid w:val="007720D7"/>
    <w:pPr>
      <w:keepNext/>
      <w:numPr>
        <w:ilvl w:val="3"/>
        <w:numId w:val="13"/>
      </w:numPr>
      <w:spacing w:after="120" w:line="216" w:lineRule="auto"/>
      <w:jc w:val="left"/>
      <w:outlineLvl w:val="3"/>
    </w:pPr>
    <w:rPr>
      <w:b/>
      <w:sz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720D7"/>
    <w:pPr>
      <w:keepNext/>
      <w:keepLines/>
      <w:numPr>
        <w:ilvl w:val="4"/>
        <w:numId w:val="13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720D7"/>
    <w:pPr>
      <w:keepNext/>
      <w:keepLines/>
      <w:numPr>
        <w:ilvl w:val="5"/>
        <w:numId w:val="13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720D7"/>
    <w:pPr>
      <w:keepNext/>
      <w:keepLines/>
      <w:numPr>
        <w:ilvl w:val="6"/>
        <w:numId w:val="13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720D7"/>
    <w:pPr>
      <w:keepNext/>
      <w:keepLines/>
      <w:numPr>
        <w:ilvl w:val="7"/>
        <w:numId w:val="13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720D7"/>
    <w:pPr>
      <w:keepNext/>
      <w:keepLines/>
      <w:numPr>
        <w:ilvl w:val="8"/>
        <w:numId w:val="13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720D7"/>
    <w:rPr>
      <w:b/>
      <w:sz w:val="40"/>
    </w:rPr>
  </w:style>
  <w:style w:type="character" w:customStyle="1" w:styleId="Heading2Char">
    <w:name w:val="Heading 2 Char"/>
    <w:basedOn w:val="DefaultParagraphFont"/>
    <w:link w:val="Heading2"/>
    <w:rsid w:val="007720D7"/>
    <w:rPr>
      <w:b/>
      <w:sz w:val="36"/>
    </w:rPr>
  </w:style>
  <w:style w:type="character" w:customStyle="1" w:styleId="Heading3Char">
    <w:name w:val="Heading 3 Char"/>
    <w:basedOn w:val="DefaultParagraphFont"/>
    <w:link w:val="Heading3"/>
    <w:rsid w:val="007720D7"/>
    <w:rPr>
      <w:b/>
      <w:sz w:val="32"/>
    </w:rPr>
  </w:style>
  <w:style w:type="character" w:customStyle="1" w:styleId="Heading4Char">
    <w:name w:val="Heading 4 Char"/>
    <w:basedOn w:val="DefaultParagraphFont"/>
    <w:link w:val="Heading4"/>
    <w:rsid w:val="007720D7"/>
    <w:rPr>
      <w:b/>
      <w:sz w:val="28"/>
    </w:rPr>
  </w:style>
  <w:style w:type="paragraph" w:styleId="Header">
    <w:name w:val="header"/>
    <w:basedOn w:val="Normal"/>
    <w:link w:val="HeaderChar"/>
    <w:uiPriority w:val="99"/>
    <w:unhideWhenUsed/>
    <w:rsid w:val="00920EAB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EAB"/>
    <w:rPr>
      <w:sz w:val="24"/>
    </w:rPr>
  </w:style>
  <w:style w:type="paragraph" w:styleId="Footer">
    <w:name w:val="footer"/>
    <w:basedOn w:val="Normal"/>
    <w:link w:val="FooterChar"/>
    <w:uiPriority w:val="99"/>
    <w:unhideWhenUsed/>
    <w:rsid w:val="00920EAB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EAB"/>
    <w:rPr>
      <w:sz w:val="24"/>
    </w:rPr>
  </w:style>
  <w:style w:type="paragraph" w:styleId="Subtitle">
    <w:name w:val="Subtitle"/>
    <w:basedOn w:val="Normal"/>
    <w:next w:val="Normal"/>
    <w:link w:val="SubtitleChar"/>
    <w:uiPriority w:val="11"/>
    <w:qFormat/>
    <w:rsid w:val="007720D7"/>
    <w:pPr>
      <w:numPr>
        <w:ilvl w:val="1"/>
      </w:numPr>
      <w:jc w:val="center"/>
    </w:pPr>
    <w:rPr>
      <w:rFonts w:eastAsiaTheme="majorEastAsia" w:cstheme="majorBidi"/>
      <w:b/>
      <w:iCs/>
      <w:spacing w:val="15"/>
      <w:sz w:val="40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7720D7"/>
    <w:rPr>
      <w:rFonts w:eastAsiaTheme="majorEastAsia" w:cstheme="majorBidi"/>
      <w:b/>
      <w:iCs/>
      <w:spacing w:val="15"/>
      <w:sz w:val="40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720D7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720D7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720D7"/>
    <w:rPr>
      <w:rFonts w:asciiTheme="majorHAnsi" w:eastAsiaTheme="majorEastAsia" w:hAnsiTheme="majorHAnsi" w:cstheme="majorBidi"/>
      <w:i/>
      <w:iCs/>
      <w:color w:val="404040" w:themeColor="text1" w:themeTint="BF"/>
      <w:sz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720D7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720D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le">
    <w:name w:val="Title"/>
    <w:basedOn w:val="Normal"/>
    <w:next w:val="Normal"/>
    <w:link w:val="TitleChar"/>
    <w:uiPriority w:val="10"/>
    <w:qFormat/>
    <w:rsid w:val="00DD66BC"/>
    <w:pPr>
      <w:spacing w:after="300" w:line="480" w:lineRule="auto"/>
      <w:contextualSpacing/>
      <w:jc w:val="center"/>
    </w:pPr>
    <w:rPr>
      <w:rFonts w:eastAsiaTheme="majorEastAsia" w:cstheme="majorBidi"/>
      <w:b/>
      <w:spacing w:val="5"/>
      <w:kern w:val="28"/>
      <w:sz w:val="3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D66BC"/>
    <w:rPr>
      <w:rFonts w:eastAsiaTheme="majorEastAsia" w:cstheme="majorBidi"/>
      <w:b/>
      <w:spacing w:val="5"/>
      <w:kern w:val="28"/>
      <w:sz w:val="32"/>
      <w:szCs w:val="52"/>
    </w:rPr>
  </w:style>
  <w:style w:type="table" w:styleId="TableGrid">
    <w:name w:val="Table Grid"/>
    <w:basedOn w:val="TableNormal"/>
    <w:uiPriority w:val="59"/>
    <w:rsid w:val="00F20B80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F20B80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unhideWhenUsed/>
    <w:qFormat/>
    <w:rsid w:val="00DD3573"/>
    <w:pPr>
      <w:keepLines/>
      <w:numPr>
        <w:numId w:val="0"/>
      </w:numPr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</w:rPr>
  </w:style>
  <w:style w:type="paragraph" w:styleId="TOC1">
    <w:name w:val="toc 1"/>
    <w:basedOn w:val="Normal"/>
    <w:next w:val="Normal"/>
    <w:autoRedefine/>
    <w:uiPriority w:val="39"/>
    <w:unhideWhenUsed/>
    <w:rsid w:val="00DD3573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DD3573"/>
    <w:pPr>
      <w:tabs>
        <w:tab w:val="left" w:pos="880"/>
        <w:tab w:val="right" w:leader="dot" w:pos="8211"/>
      </w:tabs>
      <w:spacing w:after="100"/>
    </w:pPr>
  </w:style>
  <w:style w:type="paragraph" w:styleId="TOC3">
    <w:name w:val="toc 3"/>
    <w:basedOn w:val="Normal"/>
    <w:next w:val="Normal"/>
    <w:autoRedefine/>
    <w:uiPriority w:val="39"/>
    <w:unhideWhenUsed/>
    <w:rsid w:val="00DD3573"/>
    <w:pPr>
      <w:tabs>
        <w:tab w:val="left" w:pos="1320"/>
        <w:tab w:val="right" w:leader="dot" w:pos="8211"/>
      </w:tabs>
      <w:spacing w:after="100"/>
    </w:pPr>
  </w:style>
  <w:style w:type="character" w:styleId="Hyperlink">
    <w:name w:val="Hyperlink"/>
    <w:basedOn w:val="DefaultParagraphFont"/>
    <w:uiPriority w:val="99"/>
    <w:unhideWhenUsed/>
    <w:rsid w:val="00DD3573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357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3573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9A458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538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094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50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894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506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089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01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718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753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9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965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42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451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33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39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953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735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4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215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355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33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48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056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756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89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53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110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anvi\Downloads\1.Titl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329AF7-9632-4F19-89A2-2B06D4D17E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1.Title</Template>
  <TotalTime>1</TotalTime>
  <Pages>1</Pages>
  <Words>67</Words>
  <Characters>383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MHT</dc:creator>
  <cp:lastModifiedBy>Hasnat Tanvir</cp:lastModifiedBy>
  <cp:revision>1</cp:revision>
  <cp:lastPrinted>2019-12-28T09:09:00Z</cp:lastPrinted>
  <dcterms:created xsi:type="dcterms:W3CDTF">2023-10-29T07:04:00Z</dcterms:created>
  <dcterms:modified xsi:type="dcterms:W3CDTF">2023-10-29T07:05:00Z</dcterms:modified>
</cp:coreProperties>
</file>